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5489" w14:textId="77777777" w:rsidR="004758DC" w:rsidRPr="00E960BB" w:rsidRDefault="00997F14" w:rsidP="004758DC">
      <w:pPr>
        <w:spacing w:line="240" w:lineRule="auto"/>
        <w:jc w:val="right"/>
        <w:rPr>
          <w:rFonts w:ascii="Corbel" w:hAnsi="Corbel"/>
          <w:bCs/>
          <w:i/>
        </w:rPr>
      </w:pPr>
      <w:r w:rsidRPr="001342C9">
        <w:rPr>
          <w:rFonts w:ascii="Times New Roman" w:hAnsi="Times New Roman"/>
          <w:b/>
          <w:bCs/>
        </w:rPr>
        <w:t xml:space="preserve">   </w:t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4758DC" w:rsidRPr="00E960BB">
        <w:rPr>
          <w:rFonts w:ascii="Corbel" w:hAnsi="Corbel"/>
          <w:bCs/>
          <w:i/>
        </w:rPr>
        <w:t>Załącznik nr 1.5 do Zarządzenia Rektora UR  nr 12/2019</w:t>
      </w:r>
    </w:p>
    <w:p w14:paraId="2F19D679" w14:textId="77777777" w:rsidR="004758DC" w:rsidRPr="009C54AE" w:rsidRDefault="004758DC" w:rsidP="004758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45BD79" w14:textId="24CB3D09" w:rsidR="004758DC" w:rsidRPr="009C54AE" w:rsidRDefault="004758DC" w:rsidP="004758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35443">
        <w:rPr>
          <w:rFonts w:ascii="Corbel" w:hAnsi="Corbel"/>
          <w:i/>
          <w:smallCaps/>
          <w:sz w:val="24"/>
          <w:szCs w:val="24"/>
        </w:rPr>
        <w:t>202</w:t>
      </w:r>
      <w:r w:rsidR="00A85F30">
        <w:rPr>
          <w:rFonts w:ascii="Corbel" w:hAnsi="Corbel"/>
          <w:i/>
          <w:smallCaps/>
          <w:sz w:val="24"/>
          <w:szCs w:val="24"/>
        </w:rPr>
        <w:t>1-</w:t>
      </w:r>
      <w:r w:rsidR="00C35443">
        <w:rPr>
          <w:rFonts w:ascii="Corbel" w:hAnsi="Corbel"/>
          <w:i/>
          <w:smallCaps/>
          <w:sz w:val="24"/>
          <w:szCs w:val="24"/>
        </w:rPr>
        <w:t>202</w:t>
      </w:r>
      <w:r w:rsidR="00A85F30">
        <w:rPr>
          <w:rFonts w:ascii="Corbel" w:hAnsi="Corbel"/>
          <w:i/>
          <w:smallCaps/>
          <w:sz w:val="24"/>
          <w:szCs w:val="24"/>
        </w:rPr>
        <w:t>6</w:t>
      </w:r>
    </w:p>
    <w:p w14:paraId="47827272" w14:textId="77777777" w:rsidR="004758DC" w:rsidRDefault="004758DC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26D4EAF" w14:textId="690E3AC3" w:rsidR="004758DC" w:rsidRPr="00EA4832" w:rsidRDefault="00C35443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A85F30">
        <w:rPr>
          <w:rFonts w:ascii="Corbel" w:hAnsi="Corbel"/>
          <w:sz w:val="20"/>
          <w:szCs w:val="20"/>
        </w:rPr>
        <w:t>5</w:t>
      </w:r>
      <w:r w:rsidR="003F335E">
        <w:rPr>
          <w:rFonts w:ascii="Corbel" w:hAnsi="Corbel"/>
          <w:sz w:val="20"/>
          <w:szCs w:val="20"/>
        </w:rPr>
        <w:t>/202</w:t>
      </w:r>
      <w:r w:rsidR="00A85F30">
        <w:rPr>
          <w:rFonts w:ascii="Corbel" w:hAnsi="Corbel"/>
          <w:sz w:val="20"/>
          <w:szCs w:val="20"/>
        </w:rPr>
        <w:t>6</w:t>
      </w:r>
    </w:p>
    <w:p w14:paraId="66709685" w14:textId="77777777" w:rsidR="004758DC" w:rsidRPr="009C54AE" w:rsidRDefault="004758DC" w:rsidP="004758DC">
      <w:pPr>
        <w:spacing w:after="0" w:line="240" w:lineRule="auto"/>
        <w:rPr>
          <w:rFonts w:ascii="Corbel" w:hAnsi="Corbel"/>
          <w:sz w:val="24"/>
          <w:szCs w:val="24"/>
        </w:rPr>
      </w:pPr>
    </w:p>
    <w:p w14:paraId="084B4B67" w14:textId="77777777" w:rsidR="0085747A" w:rsidRPr="001342C9" w:rsidRDefault="0071620A" w:rsidP="004758DC">
      <w:pPr>
        <w:spacing w:line="240" w:lineRule="auto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1. </w:t>
      </w:r>
      <w:r w:rsidR="0085747A" w:rsidRPr="001342C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85747A" w:rsidRPr="001342C9" w14:paraId="684AC893" w14:textId="77777777">
        <w:tc>
          <w:tcPr>
            <w:tcW w:w="2842" w:type="dxa"/>
            <w:vAlign w:val="center"/>
          </w:tcPr>
          <w:p w14:paraId="4B987526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32D31EA1" w14:textId="77777777" w:rsidR="0085747A" w:rsidRPr="001342C9" w:rsidRDefault="005133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85747A" w:rsidRPr="001342C9" w14:paraId="1EA1ECF7" w14:textId="77777777">
        <w:tc>
          <w:tcPr>
            <w:tcW w:w="2842" w:type="dxa"/>
            <w:vAlign w:val="center"/>
          </w:tcPr>
          <w:p w14:paraId="17FD913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75B7937C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1342C9" w14:paraId="329FA961" w14:textId="77777777">
        <w:tc>
          <w:tcPr>
            <w:tcW w:w="2842" w:type="dxa"/>
            <w:vAlign w:val="center"/>
          </w:tcPr>
          <w:p w14:paraId="450C8F61" w14:textId="77777777" w:rsidR="0085747A" w:rsidRPr="00134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0DE5594D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1342C9" w14:paraId="07B5CDE6" w14:textId="77777777">
        <w:tc>
          <w:tcPr>
            <w:tcW w:w="2842" w:type="dxa"/>
            <w:vAlign w:val="center"/>
          </w:tcPr>
          <w:p w14:paraId="3231AFE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373502B6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1342C9" w14:paraId="1CF274BE" w14:textId="77777777">
        <w:tc>
          <w:tcPr>
            <w:tcW w:w="2842" w:type="dxa"/>
            <w:vAlign w:val="center"/>
          </w:tcPr>
          <w:p w14:paraId="64A8927F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3208F6D7" w14:textId="77777777" w:rsidR="0085747A" w:rsidRPr="001342C9" w:rsidRDefault="00F669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210394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210394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85747A" w:rsidRPr="001342C9" w14:paraId="3DE8884E" w14:textId="77777777">
        <w:tc>
          <w:tcPr>
            <w:tcW w:w="2842" w:type="dxa"/>
            <w:vAlign w:val="center"/>
          </w:tcPr>
          <w:p w14:paraId="1C75605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5DFC94E2" w14:textId="77777777" w:rsidR="0085747A" w:rsidRPr="001342C9" w:rsidRDefault="00483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85747A" w:rsidRPr="001342C9" w14:paraId="405EA0C4" w14:textId="77777777">
        <w:tc>
          <w:tcPr>
            <w:tcW w:w="2842" w:type="dxa"/>
            <w:vAlign w:val="center"/>
          </w:tcPr>
          <w:p w14:paraId="1CC1E8E3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939" w:type="dxa"/>
            <w:vAlign w:val="center"/>
          </w:tcPr>
          <w:p w14:paraId="56100A0E" w14:textId="77777777" w:rsidR="0085747A" w:rsidRPr="001342C9" w:rsidRDefault="004705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1342C9" w14:paraId="60CFCC44" w14:textId="77777777">
        <w:tc>
          <w:tcPr>
            <w:tcW w:w="2842" w:type="dxa"/>
            <w:vAlign w:val="center"/>
          </w:tcPr>
          <w:p w14:paraId="094A455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152CEAF" w14:textId="77777777" w:rsidR="0085747A" w:rsidRPr="001342C9" w:rsidRDefault="008B4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342C9" w14:paraId="01B78803" w14:textId="77777777">
        <w:tc>
          <w:tcPr>
            <w:tcW w:w="2842" w:type="dxa"/>
            <w:vAlign w:val="center"/>
          </w:tcPr>
          <w:p w14:paraId="1EDC2B7E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7F7D3718" w14:textId="77777777" w:rsidR="0085747A" w:rsidRPr="001342C9" w:rsidRDefault="00427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324D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F669F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sem. </w:t>
            </w:r>
            <w:r w:rsidR="005133AE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1342C9" w14:paraId="3971C60C" w14:textId="77777777">
        <w:tc>
          <w:tcPr>
            <w:tcW w:w="2842" w:type="dxa"/>
            <w:vAlign w:val="center"/>
          </w:tcPr>
          <w:p w14:paraId="78E98AF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3285288F" w14:textId="77777777" w:rsidR="0085747A" w:rsidRPr="001342C9" w:rsidRDefault="00C324DB" w:rsidP="004278DF">
            <w:pPr>
              <w:pStyle w:val="Odpowiedzi"/>
              <w:numPr>
                <w:ilvl w:val="0"/>
                <w:numId w:val="13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923D7D" w:rsidRPr="001342C9" w14:paraId="6E79602F" w14:textId="77777777">
        <w:tc>
          <w:tcPr>
            <w:tcW w:w="2842" w:type="dxa"/>
            <w:vAlign w:val="center"/>
          </w:tcPr>
          <w:p w14:paraId="5CC79ADE" w14:textId="77777777" w:rsidR="00923D7D" w:rsidRPr="001342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08D0EB0" w14:textId="77777777" w:rsidR="00923D7D" w:rsidRPr="001342C9" w:rsidRDefault="00BF0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1342C9" w14:paraId="08BC928C" w14:textId="77777777">
        <w:tc>
          <w:tcPr>
            <w:tcW w:w="2842" w:type="dxa"/>
            <w:vAlign w:val="center"/>
          </w:tcPr>
          <w:p w14:paraId="416BDACB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61B570FD" w14:textId="77777777" w:rsidR="0085747A" w:rsidRPr="001342C9" w:rsidRDefault="001B3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85747A" w:rsidRPr="001342C9" w14:paraId="6F0E41AF" w14:textId="77777777">
        <w:tc>
          <w:tcPr>
            <w:tcW w:w="2842" w:type="dxa"/>
            <w:vAlign w:val="center"/>
          </w:tcPr>
          <w:p w14:paraId="454EC945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7A8C2FAF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FAD32F" w14:textId="1627E771" w:rsidR="0085747A" w:rsidRPr="00A85F30" w:rsidRDefault="0085747A" w:rsidP="00483FE1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A85F30">
        <w:rPr>
          <w:rFonts w:ascii="Corbel" w:hAnsi="Corbel"/>
          <w:b w:val="0"/>
          <w:i/>
          <w:sz w:val="24"/>
          <w:szCs w:val="24"/>
          <w:lang w:val="pl-PL"/>
        </w:rPr>
        <w:t>w Jednostce</w:t>
      </w:r>
      <w:bookmarkStart w:id="0" w:name="_GoBack"/>
      <w:bookmarkEnd w:id="0"/>
    </w:p>
    <w:p w14:paraId="01846840" w14:textId="77777777" w:rsidR="00923D7D" w:rsidRPr="001342C9" w:rsidRDefault="00923D7D" w:rsidP="009C54AE">
      <w:pPr>
        <w:pStyle w:val="Podpunkty"/>
        <w:ind w:left="0"/>
        <w:rPr>
          <w:rFonts w:ascii="Corbel" w:hAnsi="Corbel"/>
          <w:sz w:val="16"/>
          <w:szCs w:val="16"/>
        </w:rPr>
      </w:pPr>
    </w:p>
    <w:p w14:paraId="4FA01F3D" w14:textId="77777777" w:rsidR="0085747A" w:rsidRPr="00134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1.</w:t>
      </w:r>
      <w:r w:rsidR="00E22FBC" w:rsidRPr="001342C9">
        <w:rPr>
          <w:rFonts w:ascii="Corbel" w:hAnsi="Corbel"/>
          <w:sz w:val="24"/>
          <w:szCs w:val="24"/>
        </w:rPr>
        <w:t>1</w:t>
      </w:r>
      <w:r w:rsidRPr="00134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B45A5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342C9" w14:paraId="383706BB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B21F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2BD074F" w14:textId="77777777" w:rsidR="00015B8F" w:rsidRPr="001342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342C9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671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79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DA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782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B4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620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E38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6F5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BF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342C9" w14:paraId="3D6D311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006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72B9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40F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68D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46A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481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538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C57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BE3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4B1" w14:textId="77777777" w:rsidR="00015B8F" w:rsidRPr="001342C9" w:rsidRDefault="001D68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9FD8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5DDC70" w14:textId="77777777" w:rsidR="0085747A" w:rsidRPr="00134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</w:t>
      </w:r>
      <w:r w:rsidR="00E22FBC" w:rsidRPr="001342C9">
        <w:rPr>
          <w:rFonts w:ascii="Corbel" w:hAnsi="Corbel"/>
          <w:smallCaps w:val="0"/>
          <w:szCs w:val="24"/>
        </w:rPr>
        <w:t>2</w:t>
      </w:r>
      <w:r w:rsidR="00F83B28" w:rsidRPr="001342C9">
        <w:rPr>
          <w:rFonts w:ascii="Corbel" w:hAnsi="Corbel"/>
          <w:smallCaps w:val="0"/>
          <w:szCs w:val="24"/>
        </w:rPr>
        <w:t>.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Sposób realizacji zajęć  </w:t>
      </w:r>
    </w:p>
    <w:p w14:paraId="69DE8CA7" w14:textId="77777777" w:rsidR="0085747A" w:rsidRPr="001342C9" w:rsidRDefault="001B3D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="0085747A"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C6C5F3" w14:textId="77777777" w:rsidR="0085747A" w:rsidRPr="001342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A4C89A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1B0A72B" w14:textId="77777777" w:rsidR="003F5125" w:rsidRPr="001342C9" w:rsidRDefault="00E22FBC" w:rsidP="001C12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Forma zaliczenia przedmiotu /modułu (z toku) </w:t>
      </w:r>
    </w:p>
    <w:p w14:paraId="3109F3C4" w14:textId="77777777" w:rsidR="00E22FBC" w:rsidRPr="001342C9" w:rsidRDefault="005133AE" w:rsidP="003F512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65D96331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BF497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4871F49B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93803EA" w14:textId="77777777">
        <w:tc>
          <w:tcPr>
            <w:tcW w:w="9670" w:type="dxa"/>
          </w:tcPr>
          <w:p w14:paraId="059B7DDC" w14:textId="34C48639" w:rsidR="0085747A" w:rsidRPr="00AC4B10" w:rsidRDefault="000B33A4" w:rsidP="00AC4B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8DF">
              <w:rPr>
                <w:rFonts w:ascii="Corbel" w:hAnsi="Corbel"/>
                <w:sz w:val="24"/>
                <w:szCs w:val="24"/>
              </w:rPr>
              <w:t>Orientacja w historii myśli pedagogicznej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 i problematyce ogólnospołecznej.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Znajomość podstaw pedagogiki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socjologii i psychologii.</w:t>
            </w:r>
          </w:p>
        </w:tc>
      </w:tr>
    </w:tbl>
    <w:p w14:paraId="34FAFB2E" w14:textId="4C04FC29" w:rsidR="00153C41" w:rsidRPr="001342C9" w:rsidRDefault="00AC4B1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1B82DF04" w14:textId="676CA680" w:rsidR="0085747A" w:rsidRPr="00AC4B10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t>3.</w:t>
      </w:r>
      <w:r w:rsidR="0085747A" w:rsidRPr="00AC4B10">
        <w:rPr>
          <w:rFonts w:ascii="Corbel" w:hAnsi="Corbel"/>
          <w:sz w:val="20"/>
          <w:szCs w:val="20"/>
        </w:rPr>
        <w:t xml:space="preserve"> cele, efekty </w:t>
      </w:r>
      <w:r w:rsidR="00AC4B10" w:rsidRPr="00AC4B10">
        <w:rPr>
          <w:rFonts w:ascii="Corbel" w:hAnsi="Corbel"/>
          <w:sz w:val="20"/>
          <w:szCs w:val="20"/>
        </w:rPr>
        <w:t>UCZENIA SIĘ</w:t>
      </w:r>
      <w:r w:rsidR="0085747A" w:rsidRPr="00AC4B10">
        <w:rPr>
          <w:rFonts w:ascii="Corbel" w:hAnsi="Corbel"/>
          <w:sz w:val="20"/>
          <w:szCs w:val="20"/>
        </w:rPr>
        <w:t>, treści Programowe i stosowane metody Dydaktyczne</w:t>
      </w:r>
    </w:p>
    <w:p w14:paraId="06B264FD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4D8EACC" w14:textId="77777777" w:rsidR="0085747A" w:rsidRPr="00134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1342C9">
        <w:rPr>
          <w:rFonts w:ascii="Corbel" w:hAnsi="Corbel"/>
          <w:sz w:val="24"/>
          <w:szCs w:val="24"/>
        </w:rPr>
        <w:t xml:space="preserve">Cele przedmiotu/modułu </w:t>
      </w:r>
    </w:p>
    <w:p w14:paraId="10B44005" w14:textId="77777777" w:rsidR="00F83B28" w:rsidRPr="001342C9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342C9" w14:paraId="3D262D0D" w14:textId="77777777">
        <w:tc>
          <w:tcPr>
            <w:tcW w:w="851" w:type="dxa"/>
            <w:vAlign w:val="center"/>
          </w:tcPr>
          <w:p w14:paraId="6E08C439" w14:textId="77777777" w:rsidR="0085747A" w:rsidRPr="001342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5CB8B0" w14:textId="534BB208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33AE" w:rsidRPr="001D68F6">
              <w:rPr>
                <w:rFonts w:ascii="Corbel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65884" w:rsidRPr="001D68F6">
              <w:rPr>
                <w:rStyle w:val="wrtext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85747A" w:rsidRPr="001342C9" w14:paraId="7156165E" w14:textId="77777777">
        <w:tc>
          <w:tcPr>
            <w:tcW w:w="851" w:type="dxa"/>
            <w:vAlign w:val="center"/>
          </w:tcPr>
          <w:p w14:paraId="7C9B21E3" w14:textId="77777777" w:rsidR="0085747A" w:rsidRPr="001342C9" w:rsidRDefault="001658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66FFD52" w14:textId="4C8E3E2B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 xml:space="preserve">interpretacji i oceny zjawisk z obszaru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1342C9" w14:paraId="682CFD1A" w14:textId="77777777">
        <w:tc>
          <w:tcPr>
            <w:tcW w:w="851" w:type="dxa"/>
            <w:vAlign w:val="center"/>
          </w:tcPr>
          <w:p w14:paraId="0EA4FD5A" w14:textId="77777777" w:rsidR="0085747A" w:rsidRPr="001342C9" w:rsidRDefault="001658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81A11" w14:textId="77777777" w:rsidR="0085747A" w:rsidRPr="001D68F6" w:rsidRDefault="003F512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F6C31C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7DBE5" w14:textId="688919BA" w:rsidR="001D7B54" w:rsidRPr="001342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3.2 </w:t>
      </w:r>
      <w:r w:rsidR="001D7B54" w:rsidRPr="001342C9">
        <w:rPr>
          <w:rFonts w:ascii="Corbel" w:hAnsi="Corbel"/>
          <w:b/>
          <w:sz w:val="24"/>
          <w:szCs w:val="24"/>
        </w:rPr>
        <w:t xml:space="preserve">Efekty </w:t>
      </w:r>
      <w:r w:rsidR="00B257CA">
        <w:rPr>
          <w:rFonts w:ascii="Corbel" w:hAnsi="Corbel"/>
          <w:b/>
          <w:sz w:val="24"/>
          <w:szCs w:val="24"/>
        </w:rPr>
        <w:t>uczenia się</w:t>
      </w:r>
      <w:r w:rsidR="001D7B54" w:rsidRPr="001342C9">
        <w:rPr>
          <w:rFonts w:ascii="Corbel" w:hAnsi="Corbel"/>
          <w:b/>
          <w:sz w:val="24"/>
          <w:szCs w:val="24"/>
        </w:rPr>
        <w:t xml:space="preserve"> dla przedmiotu/ modułu</w:t>
      </w:r>
      <w:r w:rsidR="001D7B54" w:rsidRPr="001342C9">
        <w:rPr>
          <w:rFonts w:ascii="Corbel" w:hAnsi="Corbel"/>
          <w:sz w:val="24"/>
          <w:szCs w:val="24"/>
        </w:rPr>
        <w:t xml:space="preserve"> (</w:t>
      </w:r>
      <w:r w:rsidR="001D7B54" w:rsidRPr="001342C9">
        <w:rPr>
          <w:rFonts w:ascii="Corbel" w:hAnsi="Corbel"/>
          <w:i/>
          <w:sz w:val="24"/>
          <w:szCs w:val="24"/>
        </w:rPr>
        <w:t>wypełnia koordynator</w:t>
      </w:r>
      <w:r w:rsidR="001D7B54" w:rsidRPr="001342C9">
        <w:rPr>
          <w:rFonts w:ascii="Corbel" w:hAnsi="Corbel"/>
          <w:sz w:val="24"/>
          <w:szCs w:val="24"/>
        </w:rPr>
        <w:t>)</w:t>
      </w:r>
    </w:p>
    <w:p w14:paraId="03ABA80D" w14:textId="77777777" w:rsidR="001D7B54" w:rsidRPr="001342C9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342C9" w14:paraId="05995E8B" w14:textId="77777777">
        <w:tc>
          <w:tcPr>
            <w:tcW w:w="1701" w:type="dxa"/>
            <w:vAlign w:val="center"/>
          </w:tcPr>
          <w:p w14:paraId="6B5AB59D" w14:textId="2FF68E78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F63F66" w14:textId="05AA332F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EEAED2B" w14:textId="20C44D2A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1342C9" w14:paraId="381856E2" w14:textId="77777777" w:rsidTr="004278DF">
        <w:tc>
          <w:tcPr>
            <w:tcW w:w="1701" w:type="dxa"/>
          </w:tcPr>
          <w:p w14:paraId="67CCBEC1" w14:textId="77777777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4BEDE29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dzieci lub uczniów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95DA1E4" w14:textId="77777777" w:rsidR="0085747A" w:rsidRPr="001342C9" w:rsidRDefault="005133AE" w:rsidP="004278DF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val="pl" w:eastAsia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" w:eastAsia="pl-PL"/>
              </w:rPr>
              <w:t>PPiW.W16</w:t>
            </w:r>
          </w:p>
        </w:tc>
      </w:tr>
      <w:tr w:rsidR="0085747A" w:rsidRPr="001342C9" w14:paraId="12A1989C" w14:textId="77777777" w:rsidTr="004278DF">
        <w:tc>
          <w:tcPr>
            <w:tcW w:w="1701" w:type="dxa"/>
          </w:tcPr>
          <w:p w14:paraId="18C9F8A4" w14:textId="6E4BCB39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546B92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="005133AE"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problemów</w:t>
            </w:r>
            <w:r w:rsidR="004705CA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CAF782A" w14:textId="77777777" w:rsidR="0085747A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3F5125" w:rsidRPr="001342C9" w14:paraId="551B0A68" w14:textId="77777777" w:rsidTr="004278DF">
        <w:tc>
          <w:tcPr>
            <w:tcW w:w="1701" w:type="dxa"/>
          </w:tcPr>
          <w:p w14:paraId="5C6858BC" w14:textId="77777777" w:rsidR="003F5125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A2109C0" w14:textId="77777777" w:rsidR="003F5125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="005133AE"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376DCC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07FE257" w14:textId="77777777" w:rsidR="003F5125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96B19B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4477" w14:textId="77777777" w:rsidR="0085747A" w:rsidRPr="001342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>3.3</w:t>
      </w:r>
      <w:r w:rsidR="001D7B54" w:rsidRPr="001342C9">
        <w:rPr>
          <w:rFonts w:ascii="Corbel" w:hAnsi="Corbel"/>
          <w:b/>
          <w:sz w:val="24"/>
          <w:szCs w:val="24"/>
        </w:rPr>
        <w:t xml:space="preserve"> </w:t>
      </w:r>
      <w:r w:rsidR="0085747A" w:rsidRPr="001342C9">
        <w:rPr>
          <w:rFonts w:ascii="Corbel" w:hAnsi="Corbel"/>
          <w:b/>
          <w:sz w:val="24"/>
          <w:szCs w:val="24"/>
        </w:rPr>
        <w:t>T</w:t>
      </w:r>
      <w:r w:rsidR="001D7B54" w:rsidRPr="001342C9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342C9">
        <w:rPr>
          <w:rFonts w:ascii="Corbel" w:hAnsi="Corbel"/>
          <w:sz w:val="24"/>
          <w:szCs w:val="24"/>
        </w:rPr>
        <w:t>(</w:t>
      </w:r>
      <w:r w:rsidR="001D7B54" w:rsidRPr="001342C9">
        <w:rPr>
          <w:rFonts w:ascii="Corbel" w:hAnsi="Corbel"/>
          <w:i/>
          <w:sz w:val="24"/>
          <w:szCs w:val="24"/>
        </w:rPr>
        <w:t>wypełnia koordynator)</w:t>
      </w:r>
    </w:p>
    <w:p w14:paraId="0D3D71E9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Problematyka wykładu </w:t>
      </w:r>
    </w:p>
    <w:p w14:paraId="0947A1AF" w14:textId="77777777" w:rsidR="00675843" w:rsidRPr="001342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85747A" w:rsidRPr="001342C9" w14:paraId="08E8ACFE" w14:textId="77777777">
        <w:tc>
          <w:tcPr>
            <w:tcW w:w="9865" w:type="dxa"/>
          </w:tcPr>
          <w:p w14:paraId="1C12663B" w14:textId="77777777" w:rsidR="0085747A" w:rsidRPr="001342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4B10" w:rsidRPr="001342C9" w14:paraId="32D6900C" w14:textId="77777777">
        <w:tc>
          <w:tcPr>
            <w:tcW w:w="9865" w:type="dxa"/>
          </w:tcPr>
          <w:p w14:paraId="3E5A8CC1" w14:textId="143B3307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zawodu nauczycielskiego </w:t>
            </w:r>
          </w:p>
        </w:tc>
      </w:tr>
      <w:tr w:rsidR="0085747A" w:rsidRPr="001342C9" w14:paraId="21E67B84" w14:textId="77777777">
        <w:tc>
          <w:tcPr>
            <w:tcW w:w="9865" w:type="dxa"/>
          </w:tcPr>
          <w:p w14:paraId="614151A8" w14:textId="4D859250" w:rsidR="00AC4B10" w:rsidRPr="00AC4B10" w:rsidRDefault="000B33A4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Pedeutologia jako </w:t>
            </w:r>
            <w:r w:rsidR="00AC4B10">
              <w:rPr>
                <w:rFonts w:ascii="Corbel" w:hAnsi="Corbel"/>
                <w:sz w:val="24"/>
                <w:szCs w:val="24"/>
              </w:rPr>
              <w:t>subdyscyplina pedagogiczna – podstawowe pojęcia, przedmiot zainteresowań, rozwój i miejsce w naukach pedagogicznych</w:t>
            </w:r>
          </w:p>
        </w:tc>
      </w:tr>
      <w:tr w:rsidR="00AC4B10" w:rsidRPr="001342C9" w14:paraId="7F36F745" w14:textId="77777777">
        <w:tc>
          <w:tcPr>
            <w:tcW w:w="9865" w:type="dxa"/>
          </w:tcPr>
          <w:p w14:paraId="3954A47C" w14:textId="6232EE5E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C4B10">
              <w:rPr>
                <w:rFonts w:ascii="Corbel" w:hAnsi="Corbel" w:cs="Arial"/>
                <w:sz w:val="24"/>
                <w:szCs w:val="24"/>
              </w:rPr>
              <w:t>Ewolucja badań pedeutologicznych na świecie</w:t>
            </w:r>
          </w:p>
        </w:tc>
      </w:tr>
      <w:tr w:rsidR="00AC4B10" w:rsidRPr="001342C9" w14:paraId="4726F8BC" w14:textId="77777777">
        <w:tc>
          <w:tcPr>
            <w:tcW w:w="9865" w:type="dxa"/>
          </w:tcPr>
          <w:p w14:paraId="27F04229" w14:textId="6560E068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D248D">
              <w:rPr>
                <w:rFonts w:ascii="Corbel" w:hAnsi="Corbel" w:cs="Arial"/>
                <w:sz w:val="24"/>
                <w:szCs w:val="24"/>
              </w:rPr>
              <w:t>Polska myśl pedeutologiczna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 wybrani przedstawiciele i ich poglądy</w:t>
            </w:r>
          </w:p>
        </w:tc>
      </w:tr>
      <w:tr w:rsidR="00AC4B10" w:rsidRPr="001342C9" w14:paraId="46E8A217" w14:textId="77777777">
        <w:tc>
          <w:tcPr>
            <w:tcW w:w="9865" w:type="dxa"/>
          </w:tcPr>
          <w:p w14:paraId="5360E2C6" w14:textId="7BE5685D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Kształcenie nauczycieli – dyskusja wokół kwalifikacji, kompetencji, cech osobowych nauczycieli</w:t>
            </w:r>
          </w:p>
        </w:tc>
      </w:tr>
      <w:tr w:rsidR="00AC4B10" w:rsidRPr="001342C9" w14:paraId="466DAE26" w14:textId="77777777">
        <w:tc>
          <w:tcPr>
            <w:tcW w:w="9865" w:type="dxa"/>
          </w:tcPr>
          <w:p w14:paraId="0688BAAA" w14:textId="3962820F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Specyfika relacji podmiotowych nauczyciela</w:t>
            </w:r>
          </w:p>
        </w:tc>
      </w:tr>
      <w:tr w:rsidR="00AC4B10" w:rsidRPr="001342C9" w14:paraId="1065994A" w14:textId="77777777">
        <w:tc>
          <w:tcPr>
            <w:tcW w:w="9865" w:type="dxa"/>
          </w:tcPr>
          <w:p w14:paraId="402617A3" w14:textId="1F82C97C" w:rsidR="00AC4B10" w:rsidRPr="001342C9" w:rsidRDefault="00BE1CE1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Etyczne</w:t>
            </w:r>
            <w:r w:rsidR="008D248D">
              <w:rPr>
                <w:rFonts w:ascii="Corbel" w:hAnsi="Corbel" w:cs="Arial"/>
                <w:sz w:val="24"/>
                <w:szCs w:val="24"/>
              </w:rPr>
              <w:t xml:space="preserve"> konteksty pracy zawodowej nauczyciela</w:t>
            </w:r>
          </w:p>
        </w:tc>
      </w:tr>
    </w:tbl>
    <w:p w14:paraId="5057B31E" w14:textId="77777777" w:rsidR="0085747A" w:rsidRPr="001342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7F6B6D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342C9">
        <w:rPr>
          <w:rFonts w:ascii="Corbel" w:hAnsi="Corbel"/>
          <w:sz w:val="24"/>
          <w:szCs w:val="24"/>
        </w:rPr>
        <w:t xml:space="preserve">, </w:t>
      </w:r>
      <w:r w:rsidRPr="001342C9">
        <w:rPr>
          <w:rFonts w:ascii="Corbel" w:hAnsi="Corbel"/>
          <w:sz w:val="24"/>
          <w:szCs w:val="24"/>
        </w:rPr>
        <w:t xml:space="preserve">zajęć praktycznych </w:t>
      </w:r>
    </w:p>
    <w:p w14:paraId="66491E9F" w14:textId="77777777" w:rsidR="0085747A" w:rsidRPr="001342C9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15D2EB33" w14:textId="77777777">
        <w:tc>
          <w:tcPr>
            <w:tcW w:w="9639" w:type="dxa"/>
          </w:tcPr>
          <w:p w14:paraId="1E28946D" w14:textId="77777777" w:rsidR="0085747A" w:rsidRPr="001342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6665" w:rsidRPr="001342C9" w14:paraId="4707C69D" w14:textId="77777777">
        <w:tc>
          <w:tcPr>
            <w:tcW w:w="9639" w:type="dxa"/>
          </w:tcPr>
          <w:p w14:paraId="652E949A" w14:textId="45684474" w:rsidR="00C06665" w:rsidRPr="001342C9" w:rsidRDefault="00A13A58" w:rsidP="00C0666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współczesnych problemów społecznych</w:t>
            </w:r>
            <w:r w:rsidR="00730B4F">
              <w:rPr>
                <w:rFonts w:ascii="Corbel" w:hAnsi="Corbel"/>
                <w:sz w:val="24"/>
                <w:szCs w:val="24"/>
              </w:rPr>
              <w:t xml:space="preserve"> i ich konsekwencje edukacyjne</w:t>
            </w:r>
            <w:r w:rsidR="00527D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06665" w:rsidRPr="001342C9" w14:paraId="45C2D4E5" w14:textId="77777777">
        <w:tc>
          <w:tcPr>
            <w:tcW w:w="9639" w:type="dxa"/>
          </w:tcPr>
          <w:p w14:paraId="1B8E864C" w14:textId="67AB6CFD" w:rsidR="00C06665" w:rsidRPr="001342C9" w:rsidRDefault="002C3F14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</w:t>
            </w:r>
            <w:r w:rsidRPr="00C06665">
              <w:rPr>
                <w:rFonts w:ascii="Corbel" w:hAnsi="Corbel"/>
                <w:sz w:val="24"/>
                <w:szCs w:val="24"/>
              </w:rPr>
              <w:t>wobec wyzwań edukacji i przemian współczesnego świata</w:t>
            </w:r>
          </w:p>
        </w:tc>
      </w:tr>
      <w:tr w:rsidR="00232F29" w:rsidRPr="001342C9" w14:paraId="71537EFE" w14:textId="77777777" w:rsidTr="00232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8920" w14:textId="77777777" w:rsidR="00232F29" w:rsidRPr="001342C9" w:rsidRDefault="00232F29" w:rsidP="00B826E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Znamiona kryzysu/p</w:t>
            </w:r>
            <w:r w:rsidRPr="00C06665">
              <w:rPr>
                <w:rFonts w:ascii="Corbel" w:hAnsi="Corbel"/>
                <w:sz w:val="24"/>
                <w:szCs w:val="24"/>
              </w:rPr>
              <w:t>erspektywa zawodu nauczycielskiego</w:t>
            </w:r>
          </w:p>
        </w:tc>
      </w:tr>
      <w:tr w:rsidR="0085747A" w:rsidRPr="001342C9" w14:paraId="247DDFD7" w14:textId="77777777">
        <w:tc>
          <w:tcPr>
            <w:tcW w:w="9639" w:type="dxa"/>
          </w:tcPr>
          <w:p w14:paraId="5795AF96" w14:textId="55AF0E15" w:rsidR="0085747A" w:rsidRPr="001342C9" w:rsidRDefault="00FF0A9B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podstawy zawodu nauczyciela</w:t>
            </w:r>
          </w:p>
        </w:tc>
      </w:tr>
      <w:tr w:rsidR="00091AAF" w:rsidRPr="001342C9" w14:paraId="5F21A019" w14:textId="77777777">
        <w:tc>
          <w:tcPr>
            <w:tcW w:w="9639" w:type="dxa"/>
          </w:tcPr>
          <w:p w14:paraId="24A1680E" w14:textId="66BF5F59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Kultura organizacyjna i pedagogiczna nauczyciela</w:t>
            </w:r>
          </w:p>
        </w:tc>
      </w:tr>
      <w:tr w:rsidR="00091AAF" w:rsidRPr="001342C9" w14:paraId="4FAC3519" w14:textId="77777777">
        <w:tc>
          <w:tcPr>
            <w:tcW w:w="9639" w:type="dxa"/>
          </w:tcPr>
          <w:p w14:paraId="2807D612" w14:textId="56B9C65A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Mierzenie jakości pracy nauczyciela</w:t>
            </w:r>
          </w:p>
        </w:tc>
      </w:tr>
    </w:tbl>
    <w:p w14:paraId="1C7DE1A4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61716" w14:textId="77777777" w:rsidR="0085747A" w:rsidRPr="001342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2FF07DE9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81B2218" w14:textId="4868B5E8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3F7D361" w14:textId="1F0CD5A9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B257CA">
        <w:rPr>
          <w:rFonts w:ascii="Corbel" w:hAnsi="Corbel"/>
          <w:b w:val="0"/>
          <w:smallCaps w:val="0"/>
          <w:szCs w:val="24"/>
        </w:rPr>
        <w:t>burza mózgów</w:t>
      </w:r>
      <w:r w:rsidR="00CA29A6">
        <w:rPr>
          <w:rFonts w:ascii="Corbel" w:hAnsi="Corbel"/>
          <w:b w:val="0"/>
          <w:smallCaps w:val="0"/>
          <w:szCs w:val="24"/>
        </w:rPr>
        <w:t>, praca w grupach</w:t>
      </w:r>
    </w:p>
    <w:p w14:paraId="5574EFDA" w14:textId="77777777" w:rsidR="0085747A" w:rsidRPr="001342C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226035" w14:textId="77777777" w:rsidR="0085747A" w:rsidRPr="00134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</w:t>
      </w:r>
      <w:r w:rsidR="0085747A" w:rsidRPr="001342C9">
        <w:rPr>
          <w:rFonts w:ascii="Corbel" w:hAnsi="Corbel"/>
          <w:smallCaps w:val="0"/>
          <w:szCs w:val="24"/>
        </w:rPr>
        <w:t>METODY I KRYTERIA OCENY</w:t>
      </w:r>
      <w:r w:rsidR="009F4610" w:rsidRPr="001342C9">
        <w:rPr>
          <w:rFonts w:ascii="Corbel" w:hAnsi="Corbel"/>
          <w:smallCaps w:val="0"/>
          <w:szCs w:val="24"/>
        </w:rPr>
        <w:t xml:space="preserve"> </w:t>
      </w:r>
    </w:p>
    <w:p w14:paraId="7BD174D7" w14:textId="77777777" w:rsidR="00923D7D" w:rsidRPr="00134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D7C6707" w14:textId="0958DC30" w:rsidR="0085747A" w:rsidRPr="00134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 w:rsidR="00BB0FD1">
        <w:rPr>
          <w:rFonts w:ascii="Corbel" w:hAnsi="Corbel"/>
          <w:smallCaps w:val="0"/>
          <w:szCs w:val="24"/>
        </w:rPr>
        <w:t>uczenia się</w:t>
      </w:r>
    </w:p>
    <w:p w14:paraId="188938F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342C9" w14:paraId="46D8E876" w14:textId="77777777">
        <w:tc>
          <w:tcPr>
            <w:tcW w:w="2410" w:type="dxa"/>
            <w:vAlign w:val="center"/>
          </w:tcPr>
          <w:p w14:paraId="635AD86F" w14:textId="77777777" w:rsidR="0085747A" w:rsidRPr="001342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F2DF477" w14:textId="201CFB73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1690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108406A" w14:textId="77777777" w:rsidR="0085747A" w:rsidRPr="001342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342C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BEB6B" w14:textId="77777777" w:rsidR="00923D7D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3113B" w14:textId="77777777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1AAF" w:rsidRPr="001342C9" w14:paraId="3D4EAA3C" w14:textId="77777777">
        <w:tc>
          <w:tcPr>
            <w:tcW w:w="2410" w:type="dxa"/>
          </w:tcPr>
          <w:p w14:paraId="0A5AE397" w14:textId="77777777" w:rsidR="00091AAF" w:rsidRPr="001342C9" w:rsidRDefault="00091AAF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8B4C88" w:rsidRPr="001342C9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</w:tcPr>
          <w:p w14:paraId="5BD9E0D6" w14:textId="678AA38E" w:rsidR="00091AAF" w:rsidRPr="001342C9" w:rsidRDefault="002D3821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091AAF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13D1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093486F" w14:textId="77777777" w:rsidR="00091AAF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324DB" w:rsidRPr="001342C9" w14:paraId="74B95FDF" w14:textId="77777777">
        <w:tc>
          <w:tcPr>
            <w:tcW w:w="2410" w:type="dxa"/>
          </w:tcPr>
          <w:p w14:paraId="0DE58675" w14:textId="414328DB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547C1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3963F4FF" w14:textId="58C26BB4" w:rsidR="00C324DB" w:rsidRPr="001342C9" w:rsidRDefault="00E53155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</w:t>
            </w:r>
            <w:r w:rsidR="00F60EAE">
              <w:rPr>
                <w:rFonts w:ascii="Corbel" w:hAnsi="Corbel"/>
                <w:b w:val="0"/>
                <w:smallCaps w:val="0"/>
                <w:szCs w:val="24"/>
              </w:rPr>
              <w:t>alizacja 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8D7EE7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ABAA0D8" w14:textId="77777777" w:rsidR="00C324DB" w:rsidRPr="001342C9" w:rsidRDefault="00EE54EC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324DB" w:rsidRPr="001342C9" w14:paraId="2348925B" w14:textId="77777777">
        <w:tc>
          <w:tcPr>
            <w:tcW w:w="2410" w:type="dxa"/>
          </w:tcPr>
          <w:p w14:paraId="069FF350" w14:textId="77777777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2D3821" w:rsidRPr="001342C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145FCEF" w14:textId="51721B78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</w:t>
            </w:r>
            <w:r w:rsidR="00936623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2126" w:type="dxa"/>
          </w:tcPr>
          <w:p w14:paraId="3505317F" w14:textId="751648D0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236FE5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87EEF" w14:textId="77777777" w:rsidR="0085747A" w:rsidRPr="00134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</w:t>
      </w:r>
      <w:r w:rsidR="0085747A" w:rsidRPr="001342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42C9">
        <w:rPr>
          <w:rFonts w:ascii="Corbel" w:hAnsi="Corbel"/>
          <w:smallCaps w:val="0"/>
          <w:szCs w:val="24"/>
        </w:rPr>
        <w:t xml:space="preserve"> </w:t>
      </w:r>
    </w:p>
    <w:p w14:paraId="537A4906" w14:textId="77777777" w:rsidR="00923D7D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281A54A" w14:textId="77777777">
        <w:tc>
          <w:tcPr>
            <w:tcW w:w="9670" w:type="dxa"/>
          </w:tcPr>
          <w:p w14:paraId="15505FD9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4779B431" w14:textId="26398A6B" w:rsidR="00923D7D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779675E0" w14:textId="2DAC20CD" w:rsidR="002C2274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pozytywna z </w:t>
            </w:r>
            <w:r w:rsidR="00406D09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7578A0">
              <w:rPr>
                <w:rFonts w:ascii="Corbel" w:hAnsi="Corbel"/>
                <w:b w:val="0"/>
                <w:smallCaps w:val="0"/>
                <w:szCs w:val="24"/>
              </w:rPr>
              <w:t>wykonania zadania (pisemne)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 xml:space="preserve"> – ćwiczenia</w:t>
            </w:r>
          </w:p>
          <w:p w14:paraId="230283A9" w14:textId="20003389" w:rsidR="0085747A" w:rsidRPr="00547C19" w:rsidRDefault="009B05E4" w:rsidP="00547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5E4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00547C19">
              <w:rPr>
                <w:rFonts w:ascii="Corbel" w:hAnsi="Corbel"/>
                <w:sz w:val="24"/>
                <w:szCs w:val="24"/>
              </w:rPr>
              <w:t>uzyskania oceny pozytywnej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553129">
              <w:rPr>
                <w:rFonts w:ascii="Corbel" w:hAnsi="Corbel"/>
                <w:sz w:val="24"/>
                <w:szCs w:val="24"/>
              </w:rPr>
              <w:t>osiągnięcie każdego z efektów uczenia się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na poziomie 51%-60%</w:t>
            </w:r>
            <w:r w:rsidR="00547C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AED8E2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31723" w14:textId="77777777" w:rsidR="009F4610" w:rsidRPr="001342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</w:t>
      </w:r>
      <w:r w:rsidR="00C61DC5" w:rsidRPr="00134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5B8D0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42C9" w14:paraId="2AEB3C14" w14:textId="77777777">
        <w:tc>
          <w:tcPr>
            <w:tcW w:w="4962" w:type="dxa"/>
            <w:vAlign w:val="center"/>
          </w:tcPr>
          <w:p w14:paraId="263E345D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BA023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342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342C9" w14:paraId="5100FFE7" w14:textId="77777777">
        <w:tc>
          <w:tcPr>
            <w:tcW w:w="4962" w:type="dxa"/>
          </w:tcPr>
          <w:p w14:paraId="1D6C8B2F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342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342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34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43B3A" w14:textId="77777777" w:rsidR="0085747A" w:rsidRPr="001342C9" w:rsidRDefault="00C324DB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342C9" w14:paraId="42906271" w14:textId="77777777">
        <w:tc>
          <w:tcPr>
            <w:tcW w:w="4962" w:type="dxa"/>
          </w:tcPr>
          <w:p w14:paraId="2E6626F9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FF1E112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543560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1342C9" w14:paraId="688D57C9" w14:textId="77777777">
        <w:tc>
          <w:tcPr>
            <w:tcW w:w="4962" w:type="dxa"/>
          </w:tcPr>
          <w:p w14:paraId="381D563A" w14:textId="77777777" w:rsidR="0071620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81CC5B" w14:textId="64BA7620" w:rsidR="00C61DC5" w:rsidRPr="001342C9" w:rsidRDefault="00C61DC5" w:rsidP="001D6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2411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899E5F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1342C9" w14:paraId="56CC1668" w14:textId="77777777">
        <w:tc>
          <w:tcPr>
            <w:tcW w:w="4962" w:type="dxa"/>
          </w:tcPr>
          <w:p w14:paraId="116D997B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A5C6E5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342C9" w14:paraId="09E101D0" w14:textId="77777777">
        <w:tc>
          <w:tcPr>
            <w:tcW w:w="4962" w:type="dxa"/>
          </w:tcPr>
          <w:p w14:paraId="6E847E1A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6A1FB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F4422" w14:textId="77777777" w:rsidR="0085747A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34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58F57" w14:textId="77777777" w:rsidR="003E1941" w:rsidRPr="001342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8BEEA" w14:textId="77777777" w:rsidR="0085747A" w:rsidRPr="00134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</w:t>
      </w:r>
      <w:r w:rsidR="0085747A" w:rsidRPr="001342C9">
        <w:rPr>
          <w:rFonts w:ascii="Corbel" w:hAnsi="Corbel"/>
          <w:smallCaps w:val="0"/>
          <w:szCs w:val="24"/>
        </w:rPr>
        <w:t>PRAKTYKI ZAWODOWE W RAMACH PRZEDMIOTU/ MODUŁU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0DD10DB3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85747A" w:rsidRPr="001342C9" w14:paraId="7C0B15E6" w14:textId="77777777">
        <w:trPr>
          <w:trHeight w:val="397"/>
        </w:trPr>
        <w:tc>
          <w:tcPr>
            <w:tcW w:w="3933" w:type="dxa"/>
          </w:tcPr>
          <w:p w14:paraId="280734B7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7E1C29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342C9" w14:paraId="6FDCD8E6" w14:textId="77777777">
        <w:trPr>
          <w:trHeight w:val="397"/>
        </w:trPr>
        <w:tc>
          <w:tcPr>
            <w:tcW w:w="3933" w:type="dxa"/>
          </w:tcPr>
          <w:p w14:paraId="505423EC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6F2E8E1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9F59B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FED24" w14:textId="77777777" w:rsidR="0085747A" w:rsidRPr="00134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</w:t>
      </w:r>
      <w:r w:rsidR="0085747A" w:rsidRPr="001342C9">
        <w:rPr>
          <w:rFonts w:ascii="Corbel" w:hAnsi="Corbel"/>
          <w:smallCaps w:val="0"/>
          <w:szCs w:val="24"/>
        </w:rPr>
        <w:t>LITERATURA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36C9298A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42C9" w14:paraId="142EC949" w14:textId="77777777">
        <w:trPr>
          <w:trHeight w:val="397"/>
        </w:trPr>
        <w:tc>
          <w:tcPr>
            <w:tcW w:w="7513" w:type="dxa"/>
          </w:tcPr>
          <w:p w14:paraId="79D60153" w14:textId="0974C56C" w:rsidR="00267152" w:rsidRPr="00D8122C" w:rsidRDefault="00C324DB" w:rsidP="00D8122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5B59089F" w14:textId="60046071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Horyzonty pedeutologii</w:t>
            </w:r>
            <w:r>
              <w:rPr>
                <w:rFonts w:ascii="Corbel" w:hAnsi="Corbel"/>
                <w:sz w:val="24"/>
                <w:szCs w:val="24"/>
              </w:rPr>
              <w:t xml:space="preserve">, Difin, </w:t>
            </w:r>
            <w:r w:rsidR="002A517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arszawa 2021</w:t>
            </w:r>
          </w:p>
          <w:p w14:paraId="4E0FDD7F" w14:textId="77777777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Szempruch J.,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Pedeutologia. Studium teoretyczno-pragmatyczne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„Impuls”, Kraków 2013.</w:t>
            </w:r>
          </w:p>
          <w:p w14:paraId="70ED7FBA" w14:textId="515C7EF5" w:rsidR="00361E16" w:rsidRPr="001342C9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Ministra Edukacji i Nauki z dnia 6 września 2022 r. </w:t>
            </w:r>
            <w:r w:rsidR="00D8122C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w sprawie uzyskiwania stopni awansu zawodowego przez nauczycieli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61E16">
              <w:rPr>
                <w:rFonts w:ascii="Corbel" w:hAnsi="Corbel"/>
                <w:sz w:val="24"/>
                <w:szCs w:val="24"/>
              </w:rPr>
              <w:t>Dz.U. 2022 poz. 1914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51B12FD8" w14:textId="5B186160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Ustawa z dnia 26 stycznia 1982 roku Karta Nauczyciela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(Dz.U. 2018 poz. 967).</w:t>
            </w:r>
          </w:p>
          <w:p w14:paraId="5817EB90" w14:textId="5FC67236" w:rsidR="0081312A" w:rsidRPr="000C2588" w:rsidRDefault="0081312A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C2588">
              <w:rPr>
                <w:rFonts w:ascii="Corbel" w:hAnsi="Corbel"/>
                <w:sz w:val="24"/>
                <w:szCs w:val="24"/>
              </w:rPr>
              <w:t>Ziółkowski P.,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176AD">
              <w:rPr>
                <w:rFonts w:ascii="Corbel" w:hAnsi="Corbel"/>
                <w:i/>
                <w:iCs/>
                <w:sz w:val="24"/>
                <w:szCs w:val="24"/>
              </w:rPr>
              <w:t xml:space="preserve">Pedeutologia – zarys problematyki, </w:t>
            </w:r>
            <w:r w:rsidR="00A34C46" w:rsidRPr="000C2588">
              <w:rPr>
                <w:rFonts w:ascii="Corbel" w:hAnsi="Corbel"/>
                <w:sz w:val="24"/>
                <w:szCs w:val="24"/>
              </w:rPr>
              <w:t>Bydgoszcz 2016</w:t>
            </w:r>
            <w:r w:rsidR="00D8122C">
              <w:rPr>
                <w:rFonts w:ascii="Corbel" w:hAnsi="Corbel"/>
                <w:sz w:val="24"/>
                <w:szCs w:val="24"/>
              </w:rPr>
              <w:t>.</w:t>
            </w:r>
          </w:p>
          <w:p w14:paraId="72D5EE95" w14:textId="4B44837F" w:rsidR="007A6933" w:rsidRPr="004278DF" w:rsidRDefault="007A6933" w:rsidP="004278DF">
            <w:pPr>
              <w:spacing w:after="0" w:line="240" w:lineRule="auto"/>
              <w:ind w:left="357" w:hanging="35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342C9" w14:paraId="19F0581D" w14:textId="77777777">
        <w:trPr>
          <w:trHeight w:val="397"/>
        </w:trPr>
        <w:tc>
          <w:tcPr>
            <w:tcW w:w="7513" w:type="dxa"/>
          </w:tcPr>
          <w:p w14:paraId="27793211" w14:textId="43828A0D" w:rsidR="00985FBD" w:rsidRPr="00985FBD" w:rsidRDefault="00C324DB" w:rsidP="00985FB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6F827C02" w14:textId="0F928570" w:rsidR="00985FBD" w:rsidRPr="00985FBD" w:rsidRDefault="00985FBD" w:rsidP="0065214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Daszykowska J. (2015), </w:t>
            </w:r>
            <w:r w:rsidRPr="0005700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5214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>w: E. Juśko, M. Borys, P. Juśko, B. Wolny, B. D. Niziołek (red.), Studia nad problematyką doskonalenia zawodowego nauczycieli w Polsce i na Słowacji w perspektywie historycznej i współczesnej, Tarnów-Łapczyca, Wydawnictwo Regis</w:t>
            </w:r>
            <w:r w:rsidR="00D8122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BDC3DA7" w14:textId="0ADD175E" w:rsidR="00985FBD" w:rsidRPr="00985FBD" w:rsidRDefault="00985FBD" w:rsidP="0065214A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r w:rsidRPr="00985FBD">
              <w:rPr>
                <w:rFonts w:ascii="Corbel" w:hAnsi="Corbel"/>
                <w:color w:val="auto"/>
              </w:rPr>
              <w:t xml:space="preserve">Daszykowska-Tobiasz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 w:rsidR="0065214A"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 w:rsidR="0065214A">
              <w:rPr>
                <w:rFonts w:ascii="Corbel" w:hAnsi="Corbel"/>
                <w:color w:val="auto"/>
              </w:rPr>
              <w:t xml:space="preserve"> </w:t>
            </w:r>
            <w:r w:rsidR="0065214A" w:rsidRPr="00985FBD">
              <w:rPr>
                <w:rFonts w:ascii="Corbel" w:hAnsi="Corbel"/>
                <w:color w:val="auto"/>
              </w:rPr>
              <w:t>Wydawnictwo</w:t>
            </w:r>
            <w:r w:rsidRPr="00985FBD"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i/>
                <w:color w:val="auto"/>
              </w:rPr>
              <w:t>von borowiecky</w:t>
            </w:r>
            <w:r w:rsidR="0065214A">
              <w:rPr>
                <w:rFonts w:ascii="Corbel" w:hAnsi="Corbel"/>
                <w:i/>
                <w:color w:val="auto"/>
              </w:rPr>
              <w:t xml:space="preserve">, </w:t>
            </w:r>
            <w:r w:rsidR="0065214A" w:rsidRPr="00985FBD">
              <w:rPr>
                <w:rFonts w:ascii="Corbel" w:hAnsi="Corbel"/>
                <w:color w:val="auto"/>
              </w:rPr>
              <w:t>Radzymin-Warszawa</w:t>
            </w:r>
            <w:r w:rsidR="0065214A">
              <w:rPr>
                <w:rFonts w:ascii="Corbel" w:hAnsi="Corbel"/>
                <w:color w:val="auto"/>
              </w:rPr>
              <w:t xml:space="preserve"> 2022.</w:t>
            </w:r>
          </w:p>
          <w:p w14:paraId="4B362348" w14:textId="77777777" w:rsidR="00985FBD" w:rsidRPr="00057006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057006">
              <w:rPr>
                <w:rFonts w:ascii="Corbel" w:hAnsi="Corbel"/>
                <w:sz w:val="24"/>
                <w:szCs w:val="24"/>
              </w:rPr>
              <w:t xml:space="preserve">Day Ch., </w:t>
            </w:r>
            <w:r w:rsidRPr="00057006">
              <w:rPr>
                <w:rFonts w:ascii="Corbel" w:hAnsi="Corbel"/>
                <w:i/>
                <w:sz w:val="24"/>
                <w:szCs w:val="24"/>
              </w:rPr>
              <w:t>Rozwój zawodowy nauczyciela</w:t>
            </w:r>
            <w:r w:rsidRPr="00057006">
              <w:rPr>
                <w:rFonts w:ascii="Corbel" w:hAnsi="Corbel"/>
                <w:sz w:val="24"/>
                <w:szCs w:val="24"/>
              </w:rPr>
              <w:t>, przekł. J. Michalak, Gdańskie Wydawnictwo Psychologiczne, Gdańsk 2004.</w:t>
            </w:r>
          </w:p>
          <w:p w14:paraId="76F4657B" w14:textId="77777777" w:rsidR="00985FBD" w:rsidRPr="00985FBD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Gołębniak B.D., Zamorska B.,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  <w:sz w:val="24"/>
                <w:szCs w:val="24"/>
              </w:rPr>
              <w:t>, Dolnośląska Szkoła Wyższa, Wrocław 2014.</w:t>
            </w:r>
          </w:p>
          <w:p w14:paraId="18E62835" w14:textId="5ED6351B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 xml:space="preserve">Problemy pedeutologii na przełomie </w:t>
            </w:r>
            <w:r w:rsidR="0065214A">
              <w:rPr>
                <w:rFonts w:ascii="Corbel" w:hAnsi="Corbel"/>
                <w:i/>
                <w:sz w:val="24"/>
                <w:szCs w:val="24"/>
              </w:rPr>
              <w:br/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XX i XXI wieku</w:t>
            </w:r>
            <w:r w:rsidRPr="00985FBD">
              <w:rPr>
                <w:rFonts w:ascii="Corbel" w:hAnsi="Corbel"/>
                <w:sz w:val="24"/>
                <w:szCs w:val="24"/>
              </w:rPr>
              <w:t>, Wydawnictwo Uniwersytetu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Opolskiego, Opole 2000.</w:t>
            </w:r>
          </w:p>
          <w:p w14:paraId="50A12AEE" w14:textId="77777777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Kwiatkowska H.,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Łośgraf, Warszawa 2012.</w:t>
            </w:r>
          </w:p>
          <w:p w14:paraId="51F8D6B5" w14:textId="1CE46E72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Smołalski A.,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 historyczna</w:t>
            </w:r>
            <w:r w:rsidRPr="001342C9">
              <w:rPr>
                <w:rFonts w:ascii="Corbel" w:hAnsi="Corbel"/>
                <w:sz w:val="24"/>
                <w:szCs w:val="24"/>
              </w:rPr>
              <w:t>, Kaczorowski, Wrocław 2006.</w:t>
            </w:r>
          </w:p>
          <w:p w14:paraId="5251CD52" w14:textId="77777777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Być nauczycielem</w:t>
            </w:r>
            <w:r w:rsidRPr="001342C9">
              <w:rPr>
                <w:rFonts w:ascii="Corbel" w:hAnsi="Corbel"/>
                <w:sz w:val="24"/>
                <w:szCs w:val="24"/>
              </w:rPr>
              <w:t>, przekł. E. Cieślik, Gdańskie Wydawnictwo Psychologiczne, Gdańsk 2005.</w:t>
            </w:r>
          </w:p>
          <w:p w14:paraId="10369B4B" w14:textId="5AC04358" w:rsidR="007A6933" w:rsidRPr="004278DF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Tuohy D.,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Dusza szkoły. O tym, co sprzyja zmianie i rozwojowi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, przekł. </w:t>
            </w:r>
            <w:r w:rsidR="0065214A">
              <w:rPr>
                <w:rFonts w:ascii="Corbel" w:hAnsi="Corbel"/>
                <w:sz w:val="24"/>
                <w:szCs w:val="24"/>
              </w:rPr>
              <w:br/>
            </w:r>
            <w:r w:rsidRPr="001342C9">
              <w:rPr>
                <w:rFonts w:ascii="Corbel" w:hAnsi="Corbel"/>
                <w:sz w:val="24"/>
                <w:szCs w:val="24"/>
              </w:rPr>
              <w:t>K. Kruszewski, Wydawnictwo Naukowe PWN, Warszawa 2002.</w:t>
            </w:r>
          </w:p>
        </w:tc>
      </w:tr>
    </w:tbl>
    <w:p w14:paraId="347113C9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0CD89" w14:textId="77777777" w:rsidR="0085747A" w:rsidRPr="001342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342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B5F23" w14:textId="77777777" w:rsidR="009F1BB9" w:rsidRDefault="009F1BB9" w:rsidP="00C16ABF">
      <w:pPr>
        <w:spacing w:after="0" w:line="240" w:lineRule="auto"/>
      </w:pPr>
      <w:r>
        <w:separator/>
      </w:r>
    </w:p>
  </w:endnote>
  <w:endnote w:type="continuationSeparator" w:id="0">
    <w:p w14:paraId="335F6834" w14:textId="77777777" w:rsidR="009F1BB9" w:rsidRDefault="009F1B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E2E9B" w14:textId="77777777" w:rsidR="009F1BB9" w:rsidRDefault="009F1BB9" w:rsidP="00C16ABF">
      <w:pPr>
        <w:spacing w:after="0" w:line="240" w:lineRule="auto"/>
      </w:pPr>
      <w:r>
        <w:separator/>
      </w:r>
    </w:p>
  </w:footnote>
  <w:footnote w:type="continuationSeparator" w:id="0">
    <w:p w14:paraId="07964F2E" w14:textId="77777777" w:rsidR="009F1BB9" w:rsidRDefault="009F1BB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EC6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BC2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402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723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FE8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5A8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BE9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3ED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0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D08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D3655"/>
    <w:multiLevelType w:val="hybridMultilevel"/>
    <w:tmpl w:val="3E1A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6"/>
    <w:rsid w:val="00070ED6"/>
    <w:rsid w:val="000742DC"/>
    <w:rsid w:val="00084C12"/>
    <w:rsid w:val="00091AAF"/>
    <w:rsid w:val="0009462C"/>
    <w:rsid w:val="00094B12"/>
    <w:rsid w:val="00095634"/>
    <w:rsid w:val="00096C46"/>
    <w:rsid w:val="000A1275"/>
    <w:rsid w:val="000A296F"/>
    <w:rsid w:val="000A2A28"/>
    <w:rsid w:val="000B192D"/>
    <w:rsid w:val="000B28EE"/>
    <w:rsid w:val="000B33A4"/>
    <w:rsid w:val="000B3E37"/>
    <w:rsid w:val="000C2588"/>
    <w:rsid w:val="000D04B0"/>
    <w:rsid w:val="000F1787"/>
    <w:rsid w:val="000F1C57"/>
    <w:rsid w:val="000F5615"/>
    <w:rsid w:val="001156E0"/>
    <w:rsid w:val="00124BFF"/>
    <w:rsid w:val="0012560E"/>
    <w:rsid w:val="00127108"/>
    <w:rsid w:val="001342C9"/>
    <w:rsid w:val="00134B13"/>
    <w:rsid w:val="00146BC0"/>
    <w:rsid w:val="00153C41"/>
    <w:rsid w:val="00154381"/>
    <w:rsid w:val="00164FA7"/>
    <w:rsid w:val="00165884"/>
    <w:rsid w:val="00166A03"/>
    <w:rsid w:val="001718A7"/>
    <w:rsid w:val="001737CF"/>
    <w:rsid w:val="00176083"/>
    <w:rsid w:val="00192F37"/>
    <w:rsid w:val="001A70D2"/>
    <w:rsid w:val="001B165A"/>
    <w:rsid w:val="001B3187"/>
    <w:rsid w:val="001B3DBF"/>
    <w:rsid w:val="001C1297"/>
    <w:rsid w:val="001D657B"/>
    <w:rsid w:val="001D68F6"/>
    <w:rsid w:val="001D7B54"/>
    <w:rsid w:val="001E0209"/>
    <w:rsid w:val="001F2CA2"/>
    <w:rsid w:val="00204475"/>
    <w:rsid w:val="00210394"/>
    <w:rsid w:val="002144C0"/>
    <w:rsid w:val="0022477D"/>
    <w:rsid w:val="00232F29"/>
    <w:rsid w:val="002336F9"/>
    <w:rsid w:val="0024028F"/>
    <w:rsid w:val="0024116D"/>
    <w:rsid w:val="00244ABC"/>
    <w:rsid w:val="00267152"/>
    <w:rsid w:val="00281FF2"/>
    <w:rsid w:val="002821D1"/>
    <w:rsid w:val="002857DE"/>
    <w:rsid w:val="00291567"/>
    <w:rsid w:val="002A2389"/>
    <w:rsid w:val="002A5176"/>
    <w:rsid w:val="002A671D"/>
    <w:rsid w:val="002B2A34"/>
    <w:rsid w:val="002B4D55"/>
    <w:rsid w:val="002B5EA0"/>
    <w:rsid w:val="002B6119"/>
    <w:rsid w:val="002C1F06"/>
    <w:rsid w:val="002C2274"/>
    <w:rsid w:val="002C3F14"/>
    <w:rsid w:val="002D3821"/>
    <w:rsid w:val="002D39DB"/>
    <w:rsid w:val="002D73D4"/>
    <w:rsid w:val="002F02A3"/>
    <w:rsid w:val="002F3201"/>
    <w:rsid w:val="002F4ABE"/>
    <w:rsid w:val="003018BA"/>
    <w:rsid w:val="00305C92"/>
    <w:rsid w:val="003151C5"/>
    <w:rsid w:val="003343CF"/>
    <w:rsid w:val="00346FE9"/>
    <w:rsid w:val="0034759A"/>
    <w:rsid w:val="0035039C"/>
    <w:rsid w:val="003503F6"/>
    <w:rsid w:val="003530DD"/>
    <w:rsid w:val="00361E16"/>
    <w:rsid w:val="00363F78"/>
    <w:rsid w:val="00376DCC"/>
    <w:rsid w:val="00391A57"/>
    <w:rsid w:val="003A0A5B"/>
    <w:rsid w:val="003A1176"/>
    <w:rsid w:val="003A3318"/>
    <w:rsid w:val="003C0BAE"/>
    <w:rsid w:val="003D18A9"/>
    <w:rsid w:val="003D1D8E"/>
    <w:rsid w:val="003D6CE2"/>
    <w:rsid w:val="003E1941"/>
    <w:rsid w:val="003E2FE6"/>
    <w:rsid w:val="003E49D5"/>
    <w:rsid w:val="003F335E"/>
    <w:rsid w:val="003F38C0"/>
    <w:rsid w:val="003F5125"/>
    <w:rsid w:val="00406D09"/>
    <w:rsid w:val="00414E3C"/>
    <w:rsid w:val="004220A1"/>
    <w:rsid w:val="0042244A"/>
    <w:rsid w:val="0042745A"/>
    <w:rsid w:val="004278DF"/>
    <w:rsid w:val="00431D5C"/>
    <w:rsid w:val="004362C6"/>
    <w:rsid w:val="00437FA2"/>
    <w:rsid w:val="00441463"/>
    <w:rsid w:val="00457CC9"/>
    <w:rsid w:val="00461EFC"/>
    <w:rsid w:val="004652C2"/>
    <w:rsid w:val="004705CA"/>
    <w:rsid w:val="00471326"/>
    <w:rsid w:val="004758DC"/>
    <w:rsid w:val="0047598D"/>
    <w:rsid w:val="00483FE1"/>
    <w:rsid w:val="004840FD"/>
    <w:rsid w:val="00490F7D"/>
    <w:rsid w:val="00491678"/>
    <w:rsid w:val="004968E2"/>
    <w:rsid w:val="004A3EEA"/>
    <w:rsid w:val="004A4B28"/>
    <w:rsid w:val="004A4D1F"/>
    <w:rsid w:val="004D1AA6"/>
    <w:rsid w:val="004D2FE0"/>
    <w:rsid w:val="004D5282"/>
    <w:rsid w:val="004E6AB2"/>
    <w:rsid w:val="004F1551"/>
    <w:rsid w:val="004F55A3"/>
    <w:rsid w:val="0050496F"/>
    <w:rsid w:val="00504DDF"/>
    <w:rsid w:val="005133AE"/>
    <w:rsid w:val="00513B6F"/>
    <w:rsid w:val="00514CB1"/>
    <w:rsid w:val="00517C63"/>
    <w:rsid w:val="005209E0"/>
    <w:rsid w:val="00527DD5"/>
    <w:rsid w:val="005363C4"/>
    <w:rsid w:val="00536BDE"/>
    <w:rsid w:val="00543ACC"/>
    <w:rsid w:val="00547C19"/>
    <w:rsid w:val="00553129"/>
    <w:rsid w:val="005613D1"/>
    <w:rsid w:val="00596D3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33C82"/>
    <w:rsid w:val="00647FA8"/>
    <w:rsid w:val="0065214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1751C"/>
    <w:rsid w:val="00724677"/>
    <w:rsid w:val="00725459"/>
    <w:rsid w:val="00730B4F"/>
    <w:rsid w:val="00734608"/>
    <w:rsid w:val="00745302"/>
    <w:rsid w:val="007461D6"/>
    <w:rsid w:val="00746EC8"/>
    <w:rsid w:val="007578A0"/>
    <w:rsid w:val="00763BF1"/>
    <w:rsid w:val="00766FD4"/>
    <w:rsid w:val="0077447A"/>
    <w:rsid w:val="0078168C"/>
    <w:rsid w:val="00790E27"/>
    <w:rsid w:val="007A4022"/>
    <w:rsid w:val="007A6933"/>
    <w:rsid w:val="007A6E6E"/>
    <w:rsid w:val="007C27A9"/>
    <w:rsid w:val="007C3299"/>
    <w:rsid w:val="007C3BCC"/>
    <w:rsid w:val="007D6E56"/>
    <w:rsid w:val="007F4155"/>
    <w:rsid w:val="0081312A"/>
    <w:rsid w:val="0081707E"/>
    <w:rsid w:val="008449B3"/>
    <w:rsid w:val="0085747A"/>
    <w:rsid w:val="0086073E"/>
    <w:rsid w:val="00884922"/>
    <w:rsid w:val="00885F64"/>
    <w:rsid w:val="008917F9"/>
    <w:rsid w:val="008A45F7"/>
    <w:rsid w:val="008B4C88"/>
    <w:rsid w:val="008C0CC0"/>
    <w:rsid w:val="008C19A9"/>
    <w:rsid w:val="008C379D"/>
    <w:rsid w:val="008C5147"/>
    <w:rsid w:val="008C5359"/>
    <w:rsid w:val="008C5363"/>
    <w:rsid w:val="008D248D"/>
    <w:rsid w:val="008D3DFB"/>
    <w:rsid w:val="008D7EE7"/>
    <w:rsid w:val="008E64F4"/>
    <w:rsid w:val="008F12C9"/>
    <w:rsid w:val="008F6E29"/>
    <w:rsid w:val="009057C6"/>
    <w:rsid w:val="00916188"/>
    <w:rsid w:val="00923D7D"/>
    <w:rsid w:val="00936623"/>
    <w:rsid w:val="009508DF"/>
    <w:rsid w:val="00950DAC"/>
    <w:rsid w:val="00954A07"/>
    <w:rsid w:val="00985FBD"/>
    <w:rsid w:val="00990C1B"/>
    <w:rsid w:val="00997F14"/>
    <w:rsid w:val="009A78D9"/>
    <w:rsid w:val="009B05E4"/>
    <w:rsid w:val="009C3E31"/>
    <w:rsid w:val="009C4DC7"/>
    <w:rsid w:val="009C54AE"/>
    <w:rsid w:val="009C788E"/>
    <w:rsid w:val="009E3B41"/>
    <w:rsid w:val="009F1BB9"/>
    <w:rsid w:val="009F3C5C"/>
    <w:rsid w:val="009F4610"/>
    <w:rsid w:val="00A00ECC"/>
    <w:rsid w:val="00A13A58"/>
    <w:rsid w:val="00A155EE"/>
    <w:rsid w:val="00A176AD"/>
    <w:rsid w:val="00A2245B"/>
    <w:rsid w:val="00A25D09"/>
    <w:rsid w:val="00A30110"/>
    <w:rsid w:val="00A33B39"/>
    <w:rsid w:val="00A34C46"/>
    <w:rsid w:val="00A36899"/>
    <w:rsid w:val="00A371F6"/>
    <w:rsid w:val="00A43BF6"/>
    <w:rsid w:val="00A54817"/>
    <w:rsid w:val="00A56E51"/>
    <w:rsid w:val="00A601C8"/>
    <w:rsid w:val="00A60799"/>
    <w:rsid w:val="00A6178F"/>
    <w:rsid w:val="00A83F97"/>
    <w:rsid w:val="00A85F30"/>
    <w:rsid w:val="00A97DE1"/>
    <w:rsid w:val="00AB053C"/>
    <w:rsid w:val="00AB1B08"/>
    <w:rsid w:val="00AC0419"/>
    <w:rsid w:val="00AC4B10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0825"/>
    <w:rsid w:val="00B06142"/>
    <w:rsid w:val="00B135B1"/>
    <w:rsid w:val="00B257CA"/>
    <w:rsid w:val="00B3130B"/>
    <w:rsid w:val="00B404C8"/>
    <w:rsid w:val="00B40ADB"/>
    <w:rsid w:val="00B43B77"/>
    <w:rsid w:val="00B43E80"/>
    <w:rsid w:val="00B607DB"/>
    <w:rsid w:val="00B66529"/>
    <w:rsid w:val="00B75946"/>
    <w:rsid w:val="00B75974"/>
    <w:rsid w:val="00B8056E"/>
    <w:rsid w:val="00B819C8"/>
    <w:rsid w:val="00B82308"/>
    <w:rsid w:val="00BB04D9"/>
    <w:rsid w:val="00BB0FD1"/>
    <w:rsid w:val="00BB2F25"/>
    <w:rsid w:val="00BB520A"/>
    <w:rsid w:val="00BD3869"/>
    <w:rsid w:val="00BD66E9"/>
    <w:rsid w:val="00BE1CE1"/>
    <w:rsid w:val="00BF0383"/>
    <w:rsid w:val="00BF2A0D"/>
    <w:rsid w:val="00BF2C41"/>
    <w:rsid w:val="00C058B4"/>
    <w:rsid w:val="00C06665"/>
    <w:rsid w:val="00C131B5"/>
    <w:rsid w:val="00C16ABF"/>
    <w:rsid w:val="00C170AE"/>
    <w:rsid w:val="00C26B31"/>
    <w:rsid w:val="00C26CB7"/>
    <w:rsid w:val="00C324C1"/>
    <w:rsid w:val="00C324DB"/>
    <w:rsid w:val="00C35443"/>
    <w:rsid w:val="00C36992"/>
    <w:rsid w:val="00C55253"/>
    <w:rsid w:val="00C56036"/>
    <w:rsid w:val="00C61DC5"/>
    <w:rsid w:val="00C67E92"/>
    <w:rsid w:val="00C70A26"/>
    <w:rsid w:val="00C766DF"/>
    <w:rsid w:val="00C94B98"/>
    <w:rsid w:val="00CA1522"/>
    <w:rsid w:val="00CA29A6"/>
    <w:rsid w:val="00CA2B96"/>
    <w:rsid w:val="00CA5089"/>
    <w:rsid w:val="00CD6897"/>
    <w:rsid w:val="00CD7444"/>
    <w:rsid w:val="00CE5BAC"/>
    <w:rsid w:val="00CF25BE"/>
    <w:rsid w:val="00CF5E49"/>
    <w:rsid w:val="00CF78ED"/>
    <w:rsid w:val="00D00277"/>
    <w:rsid w:val="00D02B25"/>
    <w:rsid w:val="00D02EBA"/>
    <w:rsid w:val="00D17C3C"/>
    <w:rsid w:val="00D26B2C"/>
    <w:rsid w:val="00D352C9"/>
    <w:rsid w:val="00D425B2"/>
    <w:rsid w:val="00D552B2"/>
    <w:rsid w:val="00D608D1"/>
    <w:rsid w:val="00D6589C"/>
    <w:rsid w:val="00D74119"/>
    <w:rsid w:val="00D7718D"/>
    <w:rsid w:val="00D8075B"/>
    <w:rsid w:val="00D8122C"/>
    <w:rsid w:val="00D813C5"/>
    <w:rsid w:val="00D8678B"/>
    <w:rsid w:val="00DA2114"/>
    <w:rsid w:val="00DC242B"/>
    <w:rsid w:val="00DE09C0"/>
    <w:rsid w:val="00DF320D"/>
    <w:rsid w:val="00DF6EEF"/>
    <w:rsid w:val="00DF71C8"/>
    <w:rsid w:val="00E053C9"/>
    <w:rsid w:val="00E129B8"/>
    <w:rsid w:val="00E1690A"/>
    <w:rsid w:val="00E21E7D"/>
    <w:rsid w:val="00E22FBC"/>
    <w:rsid w:val="00E24BF5"/>
    <w:rsid w:val="00E25338"/>
    <w:rsid w:val="00E51E44"/>
    <w:rsid w:val="00E53155"/>
    <w:rsid w:val="00E622A6"/>
    <w:rsid w:val="00E63348"/>
    <w:rsid w:val="00E77E88"/>
    <w:rsid w:val="00E8107D"/>
    <w:rsid w:val="00EA4832"/>
    <w:rsid w:val="00EA4997"/>
    <w:rsid w:val="00EC4899"/>
    <w:rsid w:val="00ED03AB"/>
    <w:rsid w:val="00ED32D2"/>
    <w:rsid w:val="00ED596A"/>
    <w:rsid w:val="00EE32DE"/>
    <w:rsid w:val="00EE5457"/>
    <w:rsid w:val="00EE54EC"/>
    <w:rsid w:val="00F070AB"/>
    <w:rsid w:val="00F27A7B"/>
    <w:rsid w:val="00F43D94"/>
    <w:rsid w:val="00F526AF"/>
    <w:rsid w:val="00F60EAE"/>
    <w:rsid w:val="00F617C3"/>
    <w:rsid w:val="00F6529B"/>
    <w:rsid w:val="00F669FB"/>
    <w:rsid w:val="00F7066B"/>
    <w:rsid w:val="00F83B28"/>
    <w:rsid w:val="00FB6407"/>
    <w:rsid w:val="00FB7DBA"/>
    <w:rsid w:val="00FC1C25"/>
    <w:rsid w:val="00FC3F45"/>
    <w:rsid w:val="00FD503F"/>
    <w:rsid w:val="00FD7589"/>
    <w:rsid w:val="00FF016A"/>
    <w:rsid w:val="00FF0A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333"/>
  <w15:chartTrackingRefBased/>
  <w15:docId w15:val="{F2442497-9DD3-459E-AA80-F83F5CDF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65884"/>
  </w:style>
  <w:style w:type="paragraph" w:styleId="NormalnyWeb">
    <w:name w:val="Normal (Web)"/>
    <w:basedOn w:val="Normalny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B3D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B05E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E1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Normlny">
    <w:name w:val="Normálny"/>
    <w:basedOn w:val="Normalny"/>
    <w:rsid w:val="00985FBD"/>
    <w:pPr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User</cp:lastModifiedBy>
  <cp:revision>4</cp:revision>
  <cp:lastPrinted>2020-11-09T09:01:00Z</cp:lastPrinted>
  <dcterms:created xsi:type="dcterms:W3CDTF">2024-10-03T13:23:00Z</dcterms:created>
  <dcterms:modified xsi:type="dcterms:W3CDTF">2024-10-07T06:17:00Z</dcterms:modified>
</cp:coreProperties>
</file>